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658E3" w14:textId="77777777"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106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1"/>
        <w:gridCol w:w="1702"/>
        <w:gridCol w:w="2551"/>
        <w:gridCol w:w="1701"/>
        <w:gridCol w:w="709"/>
        <w:gridCol w:w="709"/>
        <w:gridCol w:w="567"/>
        <w:gridCol w:w="969"/>
      </w:tblGrid>
      <w:tr w:rsidR="00F50DED" w:rsidRPr="00262BDA" w14:paraId="366D9D44" w14:textId="77777777" w:rsidTr="00AE6F3C">
        <w:trPr>
          <w:cantSplit/>
          <w:trHeight w:val="2197"/>
        </w:trPr>
        <w:tc>
          <w:tcPr>
            <w:tcW w:w="1701" w:type="dxa"/>
            <w:textDirection w:val="btLr"/>
            <w:vAlign w:val="center"/>
          </w:tcPr>
          <w:p w14:paraId="05BCB32B" w14:textId="0CBF89E7" w:rsidR="00F50DED" w:rsidRPr="00262BDA" w:rsidRDefault="00F50DED" w:rsidP="00F50DE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лота</w:t>
            </w:r>
          </w:p>
        </w:tc>
        <w:tc>
          <w:tcPr>
            <w:tcW w:w="1702" w:type="dxa"/>
            <w:textDirection w:val="btLr"/>
            <w:vAlign w:val="center"/>
          </w:tcPr>
          <w:p w14:paraId="2144A49A" w14:textId="77777777" w:rsidR="00F50DED" w:rsidRDefault="00F50DED" w:rsidP="00F50DED">
            <w:pPr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Стоимость за 1 год, </w:t>
            </w:r>
          </w:p>
          <w:p w14:paraId="33321CAA" w14:textId="616B6097" w:rsidR="00F50DED" w:rsidRPr="00262BDA" w:rsidRDefault="00F50DED" w:rsidP="00F50DE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248272E5" w14:textId="202C9B21" w:rsidR="00F50DED" w:rsidRPr="00262BDA" w:rsidRDefault="00F50DED" w:rsidP="00F50DE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01" w:type="dxa"/>
            <w:vAlign w:val="center"/>
          </w:tcPr>
          <w:p w14:paraId="3B7E7A2B" w14:textId="67A23212" w:rsidR="00F50DED" w:rsidRPr="00262BDA" w:rsidRDefault="00F50DED" w:rsidP="00F50DE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7E21A3F0" w14:textId="2BE320DB" w:rsidR="00F50DED" w:rsidRPr="00262BDA" w:rsidRDefault="00F50DED" w:rsidP="00F50DE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4614D936" w14:textId="77777777" w:rsidR="00F50DED" w:rsidRDefault="00F50DED" w:rsidP="00F50DED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3B4CA448" w14:textId="28DDB586" w:rsidR="00F50DED" w:rsidRPr="00262BDA" w:rsidRDefault="00F50DED" w:rsidP="00F50DE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06472352" w14:textId="279B4473" w:rsidR="00F50DED" w:rsidRPr="00262BDA" w:rsidRDefault="00F50DED" w:rsidP="00F50DE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5F5E45D3" w14:textId="77777777" w:rsidR="00F50DED" w:rsidRDefault="00F50DED" w:rsidP="00F50DED">
            <w:pPr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7222A700" w14:textId="3EA98A77" w:rsidR="00F50DED" w:rsidRPr="00262BDA" w:rsidRDefault="00F50DED" w:rsidP="00F50DE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FB5B2F" w:rsidRPr="00262BDA" w14:paraId="40382270" w14:textId="77777777" w:rsidTr="00AE2FF1">
        <w:tc>
          <w:tcPr>
            <w:tcW w:w="1701" w:type="dxa"/>
          </w:tcPr>
          <w:p w14:paraId="263713B2" w14:textId="77777777" w:rsidR="00FB5B2F" w:rsidRPr="00F204B1" w:rsidRDefault="00FB5B2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C41820">
              <w:rPr>
                <w:rFonts w:ascii="Verdana" w:hAnsi="Verdana"/>
                <w:b/>
                <w:sz w:val="18"/>
                <w:szCs w:val="18"/>
              </w:rPr>
              <w:t>104</w:t>
            </w:r>
          </w:p>
        </w:tc>
        <w:tc>
          <w:tcPr>
            <w:tcW w:w="1702" w:type="dxa"/>
          </w:tcPr>
          <w:p w14:paraId="29FB4CE9" w14:textId="0931D6C5" w:rsidR="00FB5B2F" w:rsidRPr="00F204B1" w:rsidRDefault="00BE78FD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28C257CB" w14:textId="77777777" w:rsidR="00FB5B2F" w:rsidRDefault="00FB5B2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Пушкина, слева по ходу движения в сторону ул. Сальмана, 6м. от пер. 25 лет Октября</w:t>
            </w:r>
          </w:p>
        </w:tc>
        <w:tc>
          <w:tcPr>
            <w:tcW w:w="1701" w:type="dxa"/>
          </w:tcPr>
          <w:p w14:paraId="42AED5B8" w14:textId="77777777" w:rsidR="00FB5B2F" w:rsidRDefault="00FB5B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849DEEB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4F9A680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8756122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A1C06A8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FB5B2F" w:rsidRPr="00262BDA" w14:paraId="0793279E" w14:textId="77777777" w:rsidTr="0019665B">
        <w:tc>
          <w:tcPr>
            <w:tcW w:w="1701" w:type="dxa"/>
          </w:tcPr>
          <w:p w14:paraId="448E007F" w14:textId="77777777" w:rsidR="00FB5B2F" w:rsidRDefault="00FB5B2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C41820">
              <w:rPr>
                <w:rFonts w:ascii="Verdana" w:hAnsi="Verdana"/>
                <w:b/>
                <w:sz w:val="18"/>
                <w:szCs w:val="18"/>
              </w:rPr>
              <w:t>105</w:t>
            </w:r>
          </w:p>
        </w:tc>
        <w:tc>
          <w:tcPr>
            <w:tcW w:w="1702" w:type="dxa"/>
          </w:tcPr>
          <w:p w14:paraId="16B5F1DD" w14:textId="5808E762" w:rsidR="00FB5B2F" w:rsidRPr="00FB5B2F" w:rsidRDefault="00A12EEE" w:rsidP="00E5692F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6 739</w:t>
            </w:r>
            <w:r w:rsidR="00BE78F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D0C6A13" w14:textId="77777777" w:rsidR="00FB5B2F" w:rsidRDefault="00FB5B2F" w:rsidP="007C32B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Пушкина, слева по ходу движения в сторону ул. Сальмана, 27м. от пер. 25 лет Октября</w:t>
            </w:r>
          </w:p>
        </w:tc>
        <w:tc>
          <w:tcPr>
            <w:tcW w:w="1701" w:type="dxa"/>
          </w:tcPr>
          <w:p w14:paraId="404E3CFC" w14:textId="77777777" w:rsidR="00FB5B2F" w:rsidRDefault="00FB5B2F" w:rsidP="007C32B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14866079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022FBC08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C4D299D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7425A68" w14:textId="77777777" w:rsidR="00FB5B2F" w:rsidRDefault="00FB5B2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FB5B2F" w:rsidRPr="00262BDA" w14:paraId="0849ADC1" w14:textId="77777777" w:rsidTr="00DC57E0">
        <w:tc>
          <w:tcPr>
            <w:tcW w:w="1701" w:type="dxa"/>
          </w:tcPr>
          <w:p w14:paraId="33639817" w14:textId="77777777" w:rsidR="00FB5B2F" w:rsidRPr="00F204B1" w:rsidRDefault="00FB5B2F" w:rsidP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C41820">
              <w:rPr>
                <w:rFonts w:ascii="Verdana" w:hAnsi="Verdana"/>
                <w:b/>
                <w:sz w:val="18"/>
                <w:szCs w:val="18"/>
              </w:rPr>
              <w:t>106</w:t>
            </w:r>
          </w:p>
        </w:tc>
        <w:tc>
          <w:tcPr>
            <w:tcW w:w="1702" w:type="dxa"/>
          </w:tcPr>
          <w:p w14:paraId="0ECE6CF8" w14:textId="68A16DB2" w:rsidR="00FB5B2F" w:rsidRPr="00F204B1" w:rsidRDefault="00BE78FD" w:rsidP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14 256 </w:t>
            </w:r>
          </w:p>
        </w:tc>
        <w:tc>
          <w:tcPr>
            <w:tcW w:w="2551" w:type="dxa"/>
          </w:tcPr>
          <w:p w14:paraId="20372BEE" w14:textId="77777777" w:rsidR="00FB5B2F" w:rsidRDefault="00FB5B2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Пушкина, слева по ходу движения в сторону ул. Сальмана, 7м. до пер.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К.Маркса</w:t>
            </w:r>
            <w:proofErr w:type="spellEnd"/>
          </w:p>
        </w:tc>
        <w:tc>
          <w:tcPr>
            <w:tcW w:w="1701" w:type="dxa"/>
          </w:tcPr>
          <w:p w14:paraId="7F9D0806" w14:textId="77777777" w:rsidR="00FB5B2F" w:rsidRDefault="00FB5B2F" w:rsidP="005E48AA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649C1B8" w14:textId="77777777" w:rsidR="00FB5B2F" w:rsidRDefault="00FB5B2F" w:rsidP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6998D48" w14:textId="77777777" w:rsidR="00FB5B2F" w:rsidRDefault="00FB5B2F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BCDCA0A" w14:textId="77777777" w:rsidR="00FB5B2F" w:rsidRDefault="00FB5B2F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0CCB507" w14:textId="77777777" w:rsidR="00FB5B2F" w:rsidRDefault="00FB5B2F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0D9B8149" w14:textId="77777777"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72D21"/>
    <w:rsid w:val="004C734C"/>
    <w:rsid w:val="004C7CA5"/>
    <w:rsid w:val="004D1313"/>
    <w:rsid w:val="004E55B1"/>
    <w:rsid w:val="004E7974"/>
    <w:rsid w:val="00542BAA"/>
    <w:rsid w:val="00557106"/>
    <w:rsid w:val="00563ABD"/>
    <w:rsid w:val="005B17F6"/>
    <w:rsid w:val="005C13D7"/>
    <w:rsid w:val="005C26B0"/>
    <w:rsid w:val="005E3789"/>
    <w:rsid w:val="00614937"/>
    <w:rsid w:val="006339EA"/>
    <w:rsid w:val="00666CD4"/>
    <w:rsid w:val="00675A4B"/>
    <w:rsid w:val="006A5A40"/>
    <w:rsid w:val="006D5427"/>
    <w:rsid w:val="006F08BD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C32B5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12EEE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D7D42"/>
    <w:rsid w:val="00BE78FD"/>
    <w:rsid w:val="00C0145B"/>
    <w:rsid w:val="00C14F31"/>
    <w:rsid w:val="00C41820"/>
    <w:rsid w:val="00C7381D"/>
    <w:rsid w:val="00CA5B42"/>
    <w:rsid w:val="00CC4C4F"/>
    <w:rsid w:val="00D16CFF"/>
    <w:rsid w:val="00D26F1B"/>
    <w:rsid w:val="00D62FAE"/>
    <w:rsid w:val="00DA4F88"/>
    <w:rsid w:val="00DA6625"/>
    <w:rsid w:val="00E26950"/>
    <w:rsid w:val="00E458D9"/>
    <w:rsid w:val="00E45FAE"/>
    <w:rsid w:val="00E54AD4"/>
    <w:rsid w:val="00E5692F"/>
    <w:rsid w:val="00E64745"/>
    <w:rsid w:val="00E81231"/>
    <w:rsid w:val="00EE2C2E"/>
    <w:rsid w:val="00F204B1"/>
    <w:rsid w:val="00F31DF8"/>
    <w:rsid w:val="00F41F3D"/>
    <w:rsid w:val="00F50DED"/>
    <w:rsid w:val="00F70FC8"/>
    <w:rsid w:val="00F90BEA"/>
    <w:rsid w:val="00FB584C"/>
    <w:rsid w:val="00FB5B2F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EB1C0"/>
  <w15:docId w15:val="{7426BBC2-7617-47AD-AEF6-72EA1784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13</cp:revision>
  <cp:lastPrinted>2020-06-17T07:39:00Z</cp:lastPrinted>
  <dcterms:created xsi:type="dcterms:W3CDTF">2019-05-16T13:01:00Z</dcterms:created>
  <dcterms:modified xsi:type="dcterms:W3CDTF">2020-09-02T07:44:00Z</dcterms:modified>
</cp:coreProperties>
</file>